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3818444" w14:textId="77777777" w:rsidTr="009027D5">
        <w:tc>
          <w:tcPr>
            <w:tcW w:w="1398" w:type="dxa"/>
          </w:tcPr>
          <w:p w14:paraId="13818441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3818442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3818443" w14:textId="77777777" w:rsidR="00757AC7" w:rsidRPr="009039D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D94C29" w:rsidRPr="007E69BB" w14:paraId="202B1168" w14:textId="77777777" w:rsidTr="00610F7D">
        <w:tc>
          <w:tcPr>
            <w:tcW w:w="1398" w:type="dxa"/>
          </w:tcPr>
          <w:p w14:paraId="10977D29" w14:textId="4B2C00BD" w:rsidR="00D94C29" w:rsidRPr="009039DF" w:rsidRDefault="003A57DF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07300403</w:t>
            </w:r>
          </w:p>
        </w:tc>
        <w:tc>
          <w:tcPr>
            <w:tcW w:w="2297" w:type="dxa"/>
          </w:tcPr>
          <w:p w14:paraId="1EA94844" w14:textId="1A19AE57" w:rsidR="00D94C29" w:rsidRPr="009039DF" w:rsidRDefault="00D94C29" w:rsidP="00917F9B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 xml:space="preserve">Deumidificatore </w:t>
            </w:r>
            <w:r>
              <w:rPr>
                <w:rFonts w:ascii="Poppins" w:hAnsi="Poppins" w:cs="Poppins"/>
                <w:sz w:val="20"/>
              </w:rPr>
              <w:t xml:space="preserve">con integrazione </w:t>
            </w:r>
            <w:r w:rsidRPr="009039DF">
              <w:rPr>
                <w:rFonts w:ascii="Poppins" w:hAnsi="Poppins" w:cs="Poppins"/>
                <w:sz w:val="20"/>
              </w:rPr>
              <w:t>con mobiletto</w:t>
            </w:r>
            <w:r w:rsidR="00917F9B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EPD 24RD</w:t>
            </w:r>
            <w:r w:rsidR="00821815">
              <w:rPr>
                <w:rFonts w:ascii="Poppins" w:hAnsi="Poppins" w:cs="Poppins"/>
                <w:sz w:val="20"/>
              </w:rPr>
              <w:t>-</w:t>
            </w:r>
            <w:r w:rsidR="003A57DF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PM</w:t>
            </w:r>
          </w:p>
        </w:tc>
        <w:tc>
          <w:tcPr>
            <w:tcW w:w="5803" w:type="dxa"/>
          </w:tcPr>
          <w:p w14:paraId="0BBBBEFF" w14:textId="2E8216EF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con mobiletto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3C9AEAF1" w14:textId="77777777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1E340322" w14:textId="77777777" w:rsidR="00114FC9" w:rsidRPr="004A565D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4C68F230" w14:textId="77777777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742798FB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4D430" w14:textId="77777777" w:rsidR="00D94C29" w:rsidRDefault="00D94C29" w:rsidP="00D94C29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55ED0AC8" w14:textId="77777777" w:rsidR="00D94C29" w:rsidRPr="0037768E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01C3703A" w14:textId="558C5F3F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 xml:space="preserve">trattare l’aria esterna e portarla ad una temperatura adeguata </w:t>
            </w:r>
            <w:proofErr w:type="gramStart"/>
            <w:r w:rsidRPr="0037768E">
              <w:rPr>
                <w:rFonts w:ascii="Poppins" w:hAnsi="Poppins" w:cs="Poppins"/>
              </w:rPr>
              <w:t>per</w:t>
            </w:r>
            <w:r w:rsidR="00FC60D0">
              <w:rPr>
                <w:rFonts w:ascii="Poppins" w:hAnsi="Poppins" w:cs="Poppins"/>
              </w:rPr>
              <w:t xml:space="preserve"> </w:t>
            </w:r>
            <w:r w:rsidRPr="0037768E">
              <w:rPr>
                <w:rFonts w:ascii="Poppins" w:hAnsi="Poppins" w:cs="Poppins"/>
              </w:rPr>
              <w:t>il</w:t>
            </w:r>
            <w:proofErr w:type="gramEnd"/>
            <w:r w:rsidRPr="0037768E">
              <w:rPr>
                <w:rFonts w:ascii="Poppins" w:hAnsi="Poppins" w:cs="Poppins"/>
              </w:rPr>
              <w:t xml:space="preserve"> trattamento di deumidificazione a ciclo frigorifero;</w:t>
            </w:r>
          </w:p>
          <w:p w14:paraId="41B5252E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5D6033D2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09C9A60A" w14:textId="77777777" w:rsidR="00BF09CD" w:rsidRDefault="00BF09CD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BB301B" w14:textId="7C1767BE" w:rsidR="00BF09CD" w:rsidRDefault="00BF09CD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4EB0F586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807A5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15DA2959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Scarico condensa (D = 19 mm</w:t>
            </w:r>
            <w:r>
              <w:rPr>
                <w:rFonts w:ascii="Poppins" w:hAnsi="Poppins" w:cs="Poppins"/>
              </w:rPr>
              <w:t>)</w:t>
            </w:r>
          </w:p>
          <w:p w14:paraId="6D70FE17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acqua (1/2”M)</w:t>
            </w:r>
          </w:p>
          <w:p w14:paraId="22D0B27E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acqua (1/2”M)</w:t>
            </w:r>
          </w:p>
          <w:p w14:paraId="3B5C423F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Accesso collegamenti elettrici</w:t>
            </w:r>
          </w:p>
          <w:p w14:paraId="5D6646BF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quadro elettrico</w:t>
            </w:r>
          </w:p>
          <w:p w14:paraId="37B501C0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aria deumidificata</w:t>
            </w:r>
          </w:p>
          <w:p w14:paraId="3610FFF6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aria</w:t>
            </w:r>
          </w:p>
          <w:p w14:paraId="453858B5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elettrotermica</w:t>
            </w:r>
          </w:p>
          <w:p w14:paraId="1DAFF78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Sfiato</w:t>
            </w:r>
          </w:p>
          <w:p w14:paraId="02B73BAE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frontale mobiletto</w:t>
            </w:r>
          </w:p>
          <w:p w14:paraId="4A79229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Mobiletto in MDF</w:t>
            </w:r>
          </w:p>
          <w:p w14:paraId="24307398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CF40F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36FB5CA1" w14:textId="2E024506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A25460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641D68B9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2</w:t>
            </w:r>
            <w:r w:rsidRPr="009039DF">
              <w:rPr>
                <w:rFonts w:ascii="Poppins" w:hAnsi="Poppins" w:cs="Poppins"/>
              </w:rPr>
              <w:t xml:space="preserve">0 W </w:t>
            </w:r>
          </w:p>
          <w:p w14:paraId="5747720C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1,55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6AEF2553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7377E1B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46 kg</w:t>
            </w:r>
          </w:p>
          <w:p w14:paraId="591B9115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199BDDB" w14:textId="4AADD343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  <w:r w:rsidR="00327B87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52152B43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112985BB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00FC08FD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0,63 l/h</w:t>
            </w:r>
          </w:p>
          <w:p w14:paraId="5FF19246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2,74 l/h*kW</w:t>
            </w:r>
          </w:p>
          <w:p w14:paraId="51856265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51C8F44" w14:textId="21A6E1AD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33B0DDA0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23330643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77840896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0,70 l/h</w:t>
            </w:r>
          </w:p>
          <w:p w14:paraId="1F4A50F0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3,04 l/h*kW</w:t>
            </w:r>
          </w:p>
          <w:p w14:paraId="010FD724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461F49" w14:textId="6233FDDC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37768E">
              <w:rPr>
                <w:rFonts w:ascii="Poppins" w:hAnsi="Poppins" w:cs="Poppins"/>
                <w:b/>
                <w:sz w:val="20"/>
              </w:rPr>
              <w:t>Deumidificatore con integrazione con mobiletto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7768E">
              <w:rPr>
                <w:rFonts w:ascii="Poppins" w:hAnsi="Poppins" w:cs="Poppins"/>
                <w:b/>
                <w:sz w:val="20"/>
              </w:rPr>
              <w:t>EPD 24RD-</w:t>
            </w:r>
            <w:r w:rsidR="007E7D72">
              <w:rPr>
                <w:rFonts w:ascii="Poppins" w:hAnsi="Poppins" w:cs="Poppins"/>
                <w:b/>
                <w:sz w:val="20"/>
              </w:rPr>
              <w:t>3</w:t>
            </w:r>
            <w:r w:rsidRPr="0037768E">
              <w:rPr>
                <w:rFonts w:ascii="Poppins" w:hAnsi="Poppins" w:cs="Poppins"/>
                <w:b/>
                <w:sz w:val="20"/>
              </w:rPr>
              <w:t xml:space="preserve"> PM o equivalente.</w:t>
            </w:r>
          </w:p>
        </w:tc>
      </w:tr>
      <w:tr w:rsidR="00D94C29" w:rsidRPr="007E69BB" w14:paraId="579BB2A2" w14:textId="77777777" w:rsidTr="00610F7D">
        <w:tc>
          <w:tcPr>
            <w:tcW w:w="1398" w:type="dxa"/>
          </w:tcPr>
          <w:p w14:paraId="7028D9F8" w14:textId="14038981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0730050</w:t>
            </w:r>
            <w:r w:rsidR="007E7D72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297" w:type="dxa"/>
          </w:tcPr>
          <w:p w14:paraId="6A3EE871" w14:textId="4B4F43E0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 a parete</w:t>
            </w:r>
            <w:r w:rsidR="007E7D72"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EPD 24RD-</w:t>
            </w:r>
            <w:r w:rsidR="007E7D72">
              <w:rPr>
                <w:rFonts w:ascii="Poppins" w:hAnsi="Poppins" w:cs="Poppins"/>
                <w:sz w:val="20"/>
              </w:rPr>
              <w:t>3</w:t>
            </w:r>
            <w:r w:rsidRPr="009039DF">
              <w:rPr>
                <w:rFonts w:ascii="Poppins" w:hAnsi="Poppins" w:cs="Poppins"/>
                <w:sz w:val="20"/>
              </w:rPr>
              <w:t xml:space="preserve"> PI</w:t>
            </w:r>
          </w:p>
        </w:tc>
        <w:tc>
          <w:tcPr>
            <w:tcW w:w="5803" w:type="dxa"/>
          </w:tcPr>
          <w:p w14:paraId="6E54A2F8" w14:textId="5E73DA9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 w:rsidR="004F661D">
              <w:rPr>
                <w:rFonts w:ascii="Poppins" w:hAnsi="Poppins" w:cs="Poppins"/>
              </w:rPr>
              <w:t>da incasso a parete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3FFD01E6" w14:textId="7777777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683EAD7E" w14:textId="77777777" w:rsidR="00A368AB" w:rsidRPr="004A565D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4792ABEA" w14:textId="7777777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3219C5F9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CCB022" w14:textId="77777777" w:rsidR="00D94C29" w:rsidRDefault="00D94C29" w:rsidP="00D94C29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448DD78D" w14:textId="77777777" w:rsidR="00D94C29" w:rsidRPr="0037768E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109315D7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lastRenderedPageBreak/>
              <w:t xml:space="preserve">trattare l’aria esterna e portarla ad una temperatura adeguata </w:t>
            </w:r>
            <w:proofErr w:type="gramStart"/>
            <w:r w:rsidRPr="0037768E">
              <w:rPr>
                <w:rFonts w:ascii="Poppins" w:hAnsi="Poppins" w:cs="Poppins"/>
              </w:rPr>
              <w:t>per il</w:t>
            </w:r>
            <w:proofErr w:type="gramEnd"/>
            <w:r w:rsidRPr="0037768E">
              <w:rPr>
                <w:rFonts w:ascii="Poppins" w:hAnsi="Poppins" w:cs="Poppins"/>
              </w:rPr>
              <w:t xml:space="preserve"> trattamento di deumidificazione a ciclo frigorifero;</w:t>
            </w:r>
          </w:p>
          <w:p w14:paraId="75B995DF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6BB771C3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37B3A7BE" w14:textId="77777777" w:rsidR="00A368AB" w:rsidRDefault="00A368AB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716A45" w14:textId="6839FE16" w:rsidR="00A368AB" w:rsidRDefault="00A368AB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77943973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6CFB79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4BF80CD3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Scarico condensa (D = 19 mm</w:t>
            </w:r>
            <w:r>
              <w:rPr>
                <w:rFonts w:ascii="Poppins" w:hAnsi="Poppins" w:cs="Poppins"/>
              </w:rPr>
              <w:t>)</w:t>
            </w:r>
          </w:p>
          <w:p w14:paraId="0610D98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acqua (1/2”M)</w:t>
            </w:r>
          </w:p>
          <w:p w14:paraId="4F754EC8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acqua (1/2”M)</w:t>
            </w:r>
          </w:p>
          <w:p w14:paraId="625C207A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Accesso collegamenti elettrici</w:t>
            </w:r>
          </w:p>
          <w:p w14:paraId="0356CFA7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quadro elettrico</w:t>
            </w:r>
          </w:p>
          <w:p w14:paraId="3468D94A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aria deumidificata</w:t>
            </w:r>
          </w:p>
          <w:p w14:paraId="3564B863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aria</w:t>
            </w:r>
          </w:p>
          <w:p w14:paraId="740272E5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elettrotermica</w:t>
            </w:r>
          </w:p>
          <w:p w14:paraId="1CFEBF98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Sfiato</w:t>
            </w:r>
          </w:p>
          <w:p w14:paraId="7408DC3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F449E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C4C1F8" w14:textId="52727929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A368AB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57521BC3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2</w:t>
            </w:r>
            <w:r w:rsidRPr="009039DF">
              <w:rPr>
                <w:rFonts w:ascii="Poppins" w:hAnsi="Poppins" w:cs="Poppins"/>
              </w:rPr>
              <w:t xml:space="preserve">0 W </w:t>
            </w:r>
          </w:p>
          <w:p w14:paraId="03FFEB6C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1,55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0BF75113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29EDFA47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30 kg</w:t>
            </w:r>
          </w:p>
          <w:p w14:paraId="29A74E5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275EDBA" w14:textId="4FC73239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  <w:r w:rsidR="007260A5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512DA4E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5F1D0651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778832AE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0,63 l/h</w:t>
            </w:r>
          </w:p>
          <w:p w14:paraId="3F0D3492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2,74 l/h*kW</w:t>
            </w:r>
          </w:p>
          <w:p w14:paraId="78A6AC83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D3517E0" w14:textId="6ECE95A0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68E1B0A2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354222E6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4541A88C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0,70 l/h</w:t>
            </w:r>
          </w:p>
          <w:p w14:paraId="02EBD848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3,04 l/h*kW</w:t>
            </w:r>
          </w:p>
          <w:p w14:paraId="2CD4F85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681FE1" w14:textId="7A04E696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CB0D42">
              <w:rPr>
                <w:rFonts w:ascii="Poppins" w:hAnsi="Poppins" w:cs="Poppins"/>
                <w:b/>
                <w:sz w:val="20"/>
              </w:rPr>
              <w:t>Deumidificatore con integrazione da incasso a parete EPD 24RD-</w:t>
            </w:r>
            <w:r w:rsidR="006F6F47">
              <w:rPr>
                <w:rFonts w:ascii="Poppins" w:hAnsi="Poppins" w:cs="Poppins"/>
                <w:b/>
                <w:sz w:val="20"/>
              </w:rPr>
              <w:t>3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PI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39E6A35A" w14:textId="77777777" w:rsidTr="00610F7D">
        <w:tc>
          <w:tcPr>
            <w:tcW w:w="1398" w:type="dxa"/>
          </w:tcPr>
          <w:p w14:paraId="0086B10C" w14:textId="1CDF1D90" w:rsidR="004F661D" w:rsidRPr="009039DF" w:rsidRDefault="00D94C29" w:rsidP="004F661D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073005</w:t>
            </w:r>
            <w:r>
              <w:rPr>
                <w:rFonts w:ascii="Poppins" w:hAnsi="Poppins" w:cs="Poppins"/>
                <w:sz w:val="20"/>
              </w:rPr>
              <w:t>1</w:t>
            </w:r>
            <w:r w:rsidR="004F661D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297" w:type="dxa"/>
          </w:tcPr>
          <w:p w14:paraId="4A42D5C0" w14:textId="0ECAAED5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>soffitto</w:t>
            </w:r>
            <w:r w:rsidR="004F661D"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EPD 2</w:t>
            </w:r>
            <w:r>
              <w:rPr>
                <w:rFonts w:ascii="Poppins" w:hAnsi="Poppins" w:cs="Poppins"/>
                <w:sz w:val="20"/>
              </w:rPr>
              <w:t>6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 w:rsidR="004F661D">
              <w:rPr>
                <w:rFonts w:ascii="Poppins" w:hAnsi="Poppins" w:cs="Poppins"/>
                <w:sz w:val="20"/>
              </w:rPr>
              <w:t>3</w:t>
            </w:r>
            <w:r w:rsidRPr="009039DF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9039DF">
              <w:rPr>
                <w:rFonts w:ascii="Poppins" w:hAnsi="Poppins" w:cs="Poppins"/>
                <w:sz w:val="20"/>
              </w:rPr>
              <w:t>I</w:t>
            </w:r>
          </w:p>
        </w:tc>
        <w:tc>
          <w:tcPr>
            <w:tcW w:w="5803" w:type="dxa"/>
          </w:tcPr>
          <w:p w14:paraId="6828ECA3" w14:textId="13D21B29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da incasso a 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050B10D8" w14:textId="77777777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1491E9F7" w14:textId="77777777" w:rsidR="00975190" w:rsidRPr="004A565D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3CC964C0" w14:textId="77777777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152AE02F" w14:textId="77777777" w:rsidR="00975190" w:rsidRPr="009039DF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E73B06" w14:textId="77777777" w:rsidR="00975190" w:rsidRDefault="00975190" w:rsidP="00975190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49D027C0" w14:textId="77777777" w:rsidR="00975190" w:rsidRPr="0037768E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5191D108" w14:textId="77777777" w:rsidR="00975190" w:rsidRPr="0037768E" w:rsidRDefault="00975190" w:rsidP="0097519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 xml:space="preserve">trattare l’aria esterna e portarla ad una temperatura adeguata </w:t>
            </w:r>
            <w:proofErr w:type="gramStart"/>
            <w:r w:rsidRPr="0037768E">
              <w:rPr>
                <w:rFonts w:ascii="Poppins" w:hAnsi="Poppins" w:cs="Poppins"/>
              </w:rPr>
              <w:t>per il</w:t>
            </w:r>
            <w:proofErr w:type="gramEnd"/>
            <w:r w:rsidRPr="0037768E">
              <w:rPr>
                <w:rFonts w:ascii="Poppins" w:hAnsi="Poppins" w:cs="Poppins"/>
              </w:rPr>
              <w:t xml:space="preserve"> trattamento di deumidificazione a ciclo frigorifero;</w:t>
            </w:r>
          </w:p>
          <w:p w14:paraId="620D0967" w14:textId="77777777" w:rsidR="00975190" w:rsidRPr="0037768E" w:rsidRDefault="00975190" w:rsidP="0097519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292EAB08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7E6419FC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45CEB5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3C678BD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6D50AF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5BBD3AA4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Uscita aria</w:t>
            </w:r>
          </w:p>
          <w:p w14:paraId="057F832B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Ingresso aria</w:t>
            </w:r>
          </w:p>
          <w:p w14:paraId="07D7B715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Staffa di aggancio (foro Ø 6mm)</w:t>
            </w:r>
          </w:p>
          <w:p w14:paraId="7997456A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Pannello quadro elettrico</w:t>
            </w:r>
          </w:p>
          <w:p w14:paraId="3B4EFAD4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Scarico condensa (Ø 19 mm)</w:t>
            </w:r>
          </w:p>
          <w:p w14:paraId="5FF972A7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Ingresso acqua (1/2” M)</w:t>
            </w:r>
          </w:p>
          <w:p w14:paraId="7FB05020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Uscita acqua (1/2” M)</w:t>
            </w:r>
          </w:p>
          <w:p w14:paraId="29FEC533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Sfiato</w:t>
            </w:r>
          </w:p>
          <w:p w14:paraId="2DE00CD2" w14:textId="77777777" w:rsidR="00D94C29" w:rsidRPr="00282B79" w:rsidRDefault="00D94C29" w:rsidP="00D94C29">
            <w:pPr>
              <w:numPr>
                <w:ilvl w:val="0"/>
                <w:numId w:val="37"/>
              </w:numPr>
              <w:jc w:val="both"/>
              <w:rPr>
                <w:rFonts w:ascii="Poppins" w:hAnsi="Poppins" w:cs="Poppins"/>
                <w:sz w:val="16"/>
                <w:szCs w:val="16"/>
              </w:rPr>
            </w:pPr>
            <w:r w:rsidRPr="00282B79">
              <w:rPr>
                <w:rFonts w:ascii="Poppins" w:hAnsi="Poppins" w:cs="Poppins"/>
                <w:sz w:val="20"/>
                <w:szCs w:val="16"/>
              </w:rPr>
              <w:t>Valvola elettrotermica acqua</w:t>
            </w:r>
          </w:p>
          <w:p w14:paraId="07589F39" w14:textId="77777777" w:rsidR="00D94C29" w:rsidRPr="00282B7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DE0F36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9E6518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Pr="009039DF">
              <w:rPr>
                <w:rFonts w:ascii="Poppins" w:hAnsi="Poppins" w:cs="Poppins"/>
              </w:rPr>
              <w:t>, 50 Hz</w:t>
            </w:r>
          </w:p>
          <w:p w14:paraId="43D3120B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65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136813F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1,80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1AD236F5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0D931B2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30 kg</w:t>
            </w:r>
          </w:p>
          <w:p w14:paraId="5F84E827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8CB033A" w14:textId="0D55B2C0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  <w:r w:rsidR="00E06C32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6F47807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251932FF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51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52C63694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0,72 l/h</w:t>
            </w:r>
          </w:p>
          <w:p w14:paraId="1928B2B8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2,67 l/h*kW</w:t>
            </w:r>
          </w:p>
          <w:p w14:paraId="495D0659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0C96571" w14:textId="20EC95D5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</w:t>
            </w:r>
            <w:r w:rsidR="00E06C32">
              <w:rPr>
                <w:rFonts w:ascii="Poppins" w:hAnsi="Poppins" w:cs="Poppins"/>
                <w:b/>
                <w:bCs/>
                <w:sz w:val="20"/>
                <w:szCs w:val="16"/>
              </w:rPr>
              <w:t>a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1945631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15F818D1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57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69DCD620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0,75 l/h</w:t>
            </w:r>
          </w:p>
          <w:p w14:paraId="580F7F69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2,78 l/h*kW</w:t>
            </w:r>
          </w:p>
          <w:p w14:paraId="6597CDA9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0F1008" w14:textId="2737D02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Deumidificatore con integrazione da incasso </w:t>
            </w:r>
            <w:r>
              <w:rPr>
                <w:rFonts w:ascii="Poppins" w:hAnsi="Poppins" w:cs="Poppins"/>
                <w:b/>
                <w:sz w:val="20"/>
              </w:rPr>
              <w:t>a soffitto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EPD 2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CB0D42">
              <w:rPr>
                <w:rFonts w:ascii="Poppins" w:hAnsi="Poppins" w:cs="Poppins"/>
                <w:b/>
                <w:sz w:val="20"/>
              </w:rPr>
              <w:t>RD-</w:t>
            </w:r>
            <w:r w:rsidR="00975190">
              <w:rPr>
                <w:rFonts w:ascii="Poppins" w:hAnsi="Poppins" w:cs="Poppins"/>
                <w:b/>
                <w:sz w:val="20"/>
              </w:rPr>
              <w:t>3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I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046D894B" w14:textId="77777777" w:rsidTr="00610F7D">
        <w:tc>
          <w:tcPr>
            <w:tcW w:w="1398" w:type="dxa"/>
          </w:tcPr>
          <w:p w14:paraId="69CC3A32" w14:textId="6995B2C4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7757B3">
              <w:rPr>
                <w:rFonts w:ascii="Poppins" w:hAnsi="Poppins" w:cs="Poppins"/>
                <w:sz w:val="20"/>
              </w:rPr>
              <w:lastRenderedPageBreak/>
              <w:t>0730071</w:t>
            </w:r>
            <w:r w:rsidR="007757B3" w:rsidRPr="007757B3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297" w:type="dxa"/>
          </w:tcPr>
          <w:p w14:paraId="5AE171CB" w14:textId="489548A8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 xml:space="preserve">soffitto </w:t>
            </w:r>
            <w:r w:rsidRPr="009039DF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>CA</w:t>
            </w:r>
            <w:r w:rsidRPr="009039DF">
              <w:rPr>
                <w:rFonts w:ascii="Poppins" w:hAnsi="Poppins" w:cs="Poppins"/>
                <w:sz w:val="20"/>
              </w:rPr>
              <w:t xml:space="preserve">P </w:t>
            </w:r>
            <w:r>
              <w:rPr>
                <w:rFonts w:ascii="Poppins" w:hAnsi="Poppins" w:cs="Poppins"/>
                <w:sz w:val="20"/>
              </w:rPr>
              <w:t>351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 w:rsidR="00C82843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5803" w:type="dxa"/>
          </w:tcPr>
          <w:p w14:paraId="5DECB651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da incasso a 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5D1B1C8A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7422AF2C" w14:textId="77777777" w:rsidR="00C82843" w:rsidRPr="004A565D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71A73167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361F3787" w14:textId="77777777" w:rsidR="00C82843" w:rsidRPr="009039DF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A1FA4D" w14:textId="77777777" w:rsidR="00C82843" w:rsidRDefault="00C82843" w:rsidP="00C82843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6F0C4804" w14:textId="77777777" w:rsidR="00C82843" w:rsidRPr="0037768E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4533BECF" w14:textId="77777777" w:rsidR="00C82843" w:rsidRPr="0037768E" w:rsidRDefault="00C82843" w:rsidP="00C8284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lastRenderedPageBreak/>
              <w:t xml:space="preserve">trattare l’aria esterna e portarla ad una temperatura adeguata </w:t>
            </w:r>
            <w:proofErr w:type="gramStart"/>
            <w:r w:rsidRPr="0037768E">
              <w:rPr>
                <w:rFonts w:ascii="Poppins" w:hAnsi="Poppins" w:cs="Poppins"/>
              </w:rPr>
              <w:t>per il</w:t>
            </w:r>
            <w:proofErr w:type="gramEnd"/>
            <w:r w:rsidRPr="0037768E">
              <w:rPr>
                <w:rFonts w:ascii="Poppins" w:hAnsi="Poppins" w:cs="Poppins"/>
              </w:rPr>
              <w:t xml:space="preserve"> trattamento di deumidificazione a ciclo frigorifero;</w:t>
            </w:r>
          </w:p>
          <w:p w14:paraId="6D2BE0B1" w14:textId="77777777" w:rsidR="00C82843" w:rsidRPr="0037768E" w:rsidRDefault="00C82843" w:rsidP="00C8284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4757C9CE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0DE5C612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EC5909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72F5EE2E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BF4256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4760BF2C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Pannello quadro elettrico</w:t>
            </w:r>
          </w:p>
          <w:p w14:paraId="6592E45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acqua preraffreddamento (1/2” F)</w:t>
            </w:r>
          </w:p>
          <w:p w14:paraId="4F4E798E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acqua preraffreddamento (1/2” F)</w:t>
            </w:r>
            <w:r w:rsidRPr="00A64283">
              <w:rPr>
                <w:rFonts w:ascii="Poppins" w:hAnsi="Poppins" w:cs="Poppins"/>
              </w:rPr>
              <w:tab/>
            </w:r>
          </w:p>
          <w:p w14:paraId="109A0CE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Uscita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00EE15B3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Ingresso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48C31957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aria</w:t>
            </w:r>
          </w:p>
          <w:p w14:paraId="7FB009F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Scarico condensa (Ø 19 mm)</w:t>
            </w:r>
          </w:p>
          <w:p w14:paraId="1F7BAC4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Staffa di aggancio (foro Ø 6 mm)</w:t>
            </w:r>
          </w:p>
          <w:p w14:paraId="668D5F1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Sfiato inferiore</w:t>
            </w:r>
          </w:p>
          <w:p w14:paraId="58859E6A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Sfiato superiore</w:t>
            </w:r>
          </w:p>
          <w:p w14:paraId="191B3708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aria</w:t>
            </w:r>
          </w:p>
          <w:p w14:paraId="441ADE4F" w14:textId="77777777" w:rsidR="00D94C29" w:rsidRPr="00A64283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5CF6393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2BE74E" w14:textId="0CC0A1C8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C82843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7F555A32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Potenza massima assorbita: </w:t>
            </w:r>
            <w:r>
              <w:rPr>
                <w:rFonts w:ascii="Poppins" w:hAnsi="Poppins" w:cs="Poppins"/>
              </w:rPr>
              <w:t>570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08723F95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2,60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21FDDDB8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232FA43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34 kg</w:t>
            </w:r>
          </w:p>
          <w:p w14:paraId="75BC0A60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9E705C0" w14:textId="7571B1AB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  <w:r w:rsidR="006676F1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3ED480C6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795D0697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53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00D2C6D2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0,85 l/h</w:t>
            </w:r>
          </w:p>
          <w:p w14:paraId="3122126C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1,89 l/h*kW</w:t>
            </w:r>
          </w:p>
          <w:p w14:paraId="0329928E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CE7FDFB" w14:textId="2B13BADF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1B0764B6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05AF56E3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59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32A501DB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1,07 l/h</w:t>
            </w:r>
          </w:p>
          <w:p w14:paraId="7F44FBA8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lastRenderedPageBreak/>
              <w:t>DER: 2,43 l/h*kW</w:t>
            </w:r>
          </w:p>
          <w:p w14:paraId="147758B7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D76C97" w14:textId="34E9350A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A64283">
              <w:rPr>
                <w:rFonts w:ascii="Poppins" w:hAnsi="Poppins" w:cs="Poppins"/>
                <w:b/>
                <w:sz w:val="20"/>
              </w:rPr>
              <w:t>Deumidificatore con integrazione da incasso a soffitto ECAP 351RD-</w:t>
            </w:r>
            <w:r w:rsidR="00C046BC">
              <w:rPr>
                <w:rFonts w:ascii="Poppins" w:hAnsi="Poppins" w:cs="Poppins"/>
                <w:b/>
                <w:sz w:val="20"/>
              </w:rPr>
              <w:t>4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60A0BA43" w14:textId="77777777" w:rsidTr="00610F7D">
        <w:tc>
          <w:tcPr>
            <w:tcW w:w="1398" w:type="dxa"/>
          </w:tcPr>
          <w:p w14:paraId="617D51DF" w14:textId="20D26ACE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0730076</w:t>
            </w:r>
            <w:r w:rsidR="00D171FE">
              <w:rPr>
                <w:rFonts w:ascii="Poppins" w:hAnsi="Poppins" w:cs="Poppins"/>
                <w:sz w:val="20"/>
              </w:rPr>
              <w:t>1</w:t>
            </w:r>
          </w:p>
        </w:tc>
        <w:tc>
          <w:tcPr>
            <w:tcW w:w="2297" w:type="dxa"/>
          </w:tcPr>
          <w:p w14:paraId="1FBAC017" w14:textId="645D8334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 xml:space="preserve">soffitto </w:t>
            </w:r>
            <w:r w:rsidRPr="009039DF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>CA</w:t>
            </w:r>
            <w:r w:rsidRPr="009039DF">
              <w:rPr>
                <w:rFonts w:ascii="Poppins" w:hAnsi="Poppins" w:cs="Poppins"/>
                <w:sz w:val="20"/>
              </w:rPr>
              <w:t xml:space="preserve">P </w:t>
            </w:r>
            <w:r>
              <w:rPr>
                <w:rFonts w:ascii="Poppins" w:hAnsi="Poppins" w:cs="Poppins"/>
                <w:sz w:val="20"/>
              </w:rPr>
              <w:t>500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 w:rsidR="00D171FE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5803" w:type="dxa"/>
          </w:tcPr>
          <w:p w14:paraId="3011683F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da incasso a 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26D90444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6E857433" w14:textId="77777777" w:rsidR="002F7BA7" w:rsidRPr="004A565D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10C7BE05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59D17219" w14:textId="77777777" w:rsidR="002F7BA7" w:rsidRPr="009039DF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131055" w14:textId="77777777" w:rsidR="002F7BA7" w:rsidRDefault="002F7BA7" w:rsidP="002F7BA7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1D667242" w14:textId="77777777" w:rsidR="002F7BA7" w:rsidRPr="0037768E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7E3A1E99" w14:textId="77777777" w:rsidR="002F7BA7" w:rsidRPr="0037768E" w:rsidRDefault="002F7BA7" w:rsidP="002F7BA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 xml:space="preserve">trattare l’aria esterna e portarla ad una temperatura adeguata </w:t>
            </w:r>
            <w:proofErr w:type="gramStart"/>
            <w:r w:rsidRPr="0037768E">
              <w:rPr>
                <w:rFonts w:ascii="Poppins" w:hAnsi="Poppins" w:cs="Poppins"/>
              </w:rPr>
              <w:t>per il</w:t>
            </w:r>
            <w:proofErr w:type="gramEnd"/>
            <w:r w:rsidRPr="0037768E">
              <w:rPr>
                <w:rFonts w:ascii="Poppins" w:hAnsi="Poppins" w:cs="Poppins"/>
              </w:rPr>
              <w:t xml:space="preserve"> trattamento di deumidificazione a ciclo frigorifero;</w:t>
            </w:r>
          </w:p>
          <w:p w14:paraId="16B4BE82" w14:textId="77777777" w:rsidR="002F7BA7" w:rsidRPr="0037768E" w:rsidRDefault="002F7BA7" w:rsidP="002F7BA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2EFD3C7F" w14:textId="77777777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4406A19D" w14:textId="77777777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72D6D5" w14:textId="763CC108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R410A.</w:t>
            </w:r>
          </w:p>
          <w:p w14:paraId="2C5D45F7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51E49B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0DBBD9E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Pannello quadro elettrico</w:t>
            </w:r>
          </w:p>
          <w:p w14:paraId="7AA3A40C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acqua preraffreddamento (1/2” F)</w:t>
            </w:r>
          </w:p>
          <w:p w14:paraId="72D9497B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acqua preraffreddamento (1/2” F)</w:t>
            </w:r>
            <w:r w:rsidRPr="00A64283">
              <w:rPr>
                <w:rFonts w:ascii="Poppins" w:hAnsi="Poppins" w:cs="Poppins"/>
              </w:rPr>
              <w:tab/>
            </w:r>
          </w:p>
          <w:p w14:paraId="14E4EDE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Uscita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2D87278F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Ingresso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350569B9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aria</w:t>
            </w:r>
          </w:p>
          <w:p w14:paraId="2BB5B0B4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Scarico condensa (Ø 19 mm)</w:t>
            </w:r>
          </w:p>
          <w:p w14:paraId="7448C2B4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Staffa di aggancio (foro Ø 6 mm)</w:t>
            </w:r>
          </w:p>
          <w:p w14:paraId="26626103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lastRenderedPageBreak/>
              <w:t>Sfiato</w:t>
            </w:r>
          </w:p>
          <w:p w14:paraId="2730800A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aria</w:t>
            </w:r>
          </w:p>
          <w:p w14:paraId="0AACD235" w14:textId="77777777" w:rsidR="00D94C29" w:rsidRPr="00A64283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308F52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B2827C" w14:textId="2815F772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2F7BA7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40449F4C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</w:t>
            </w:r>
            <w:r>
              <w:rPr>
                <w:rFonts w:ascii="Poppins" w:hAnsi="Poppins" w:cs="Poppins"/>
              </w:rPr>
              <w:t xml:space="preserve"> 750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239FEEB1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3,0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4994CC19" w14:textId="77777777" w:rsidR="00D94C29" w:rsidRPr="007F63D2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53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6C66C61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52 kg</w:t>
            </w:r>
          </w:p>
          <w:p w14:paraId="3DC9D5CB" w14:textId="77777777" w:rsidR="00D94C29" w:rsidRPr="007F63D2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Umidità condensata: 60,1 l / 24 h</w:t>
            </w:r>
          </w:p>
          <w:p w14:paraId="031B8F36" w14:textId="77777777" w:rsidR="00D94C29" w:rsidRPr="00D2562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szCs w:val="16"/>
              </w:rPr>
              <w:t>Temperatura aria ingresso min-max: 15-35 °C</w:t>
            </w:r>
          </w:p>
          <w:p w14:paraId="5351C283" w14:textId="77777777" w:rsidR="00D94C29" w:rsidRPr="007F63D2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A67F14B" w14:textId="62D7BD4A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A64283">
              <w:rPr>
                <w:rFonts w:ascii="Poppins" w:hAnsi="Poppins" w:cs="Poppins"/>
                <w:b/>
                <w:sz w:val="20"/>
              </w:rPr>
              <w:t xml:space="preserve">Deumidificatore con integrazione da incasso a soffitto ECAP </w:t>
            </w:r>
            <w:r>
              <w:rPr>
                <w:rFonts w:ascii="Poppins" w:hAnsi="Poppins" w:cs="Poppins"/>
                <w:b/>
                <w:sz w:val="20"/>
              </w:rPr>
              <w:t>500</w:t>
            </w:r>
            <w:r w:rsidRPr="00A64283">
              <w:rPr>
                <w:rFonts w:ascii="Poppins" w:hAnsi="Poppins" w:cs="Poppins"/>
                <w:b/>
                <w:sz w:val="20"/>
              </w:rPr>
              <w:t>RD-</w:t>
            </w:r>
            <w:r w:rsidR="00D171FE">
              <w:rPr>
                <w:rFonts w:ascii="Poppins" w:hAnsi="Poppins" w:cs="Poppins"/>
                <w:b/>
                <w:sz w:val="20"/>
              </w:rPr>
              <w:t>5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7A" w14:textId="77777777" w:rsidTr="00610F7D">
        <w:tc>
          <w:tcPr>
            <w:tcW w:w="1398" w:type="dxa"/>
          </w:tcPr>
          <w:p w14:paraId="13818472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07301021</w:t>
            </w:r>
          </w:p>
        </w:tc>
        <w:tc>
          <w:tcPr>
            <w:tcW w:w="2297" w:type="dxa"/>
          </w:tcPr>
          <w:p w14:paraId="13818473" w14:textId="7E9335AA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Pannello frontale per deumidificatore da 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3B0B67A4" w14:textId="0ED992B4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Pannello frontale, in MDF laccato, con griglia in alluminio anodizzato per deumidificatore da 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3F93DA7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2FEF0E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Colore bianco RAL 9010.</w:t>
            </w:r>
          </w:p>
          <w:p w14:paraId="17F2A2F0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1832A" w14:textId="27C84326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Peso netto: 6 kg</w:t>
            </w:r>
          </w:p>
          <w:p w14:paraId="01F1C205" w14:textId="77777777" w:rsidR="00D94C29" w:rsidRPr="009039DF" w:rsidRDefault="00D94C29" w:rsidP="00D94C29">
            <w:p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  <w:sz w:val="20"/>
              </w:rPr>
            </w:pPr>
            <w:r w:rsidRPr="009039DF">
              <w:rPr>
                <w:rFonts w:ascii="Poppins" w:eastAsia="HelveticaLTStd-LightCond" w:hAnsi="Poppins" w:cs="Poppins"/>
                <w:sz w:val="20"/>
              </w:rPr>
              <w:t xml:space="preserve">Dimensioni </w:t>
            </w:r>
            <w:proofErr w:type="spellStart"/>
            <w:r w:rsidRPr="009039DF">
              <w:rPr>
                <w:rFonts w:ascii="Poppins" w:eastAsia="HelveticaLTStd-LightCond" w:hAnsi="Poppins" w:cs="Poppins"/>
                <w:sz w:val="20"/>
              </w:rPr>
              <w:t>LxHxP</w:t>
            </w:r>
            <w:proofErr w:type="spellEnd"/>
            <w:r w:rsidRPr="009039DF">
              <w:rPr>
                <w:rFonts w:ascii="Poppins" w:eastAsia="HelveticaLTStd-LightCond" w:hAnsi="Poppins" w:cs="Poppins"/>
                <w:sz w:val="20"/>
              </w:rPr>
              <w:t>: 790x630x18 mm</w:t>
            </w:r>
          </w:p>
          <w:p w14:paraId="32ACF28A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9" w14:textId="28112122" w:rsidR="00D94C29" w:rsidRPr="009039DF" w:rsidRDefault="00D94C29" w:rsidP="00D94C29">
            <w:pPr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Pannello frontale per deumidificatore da incasso EPD 24-</w:t>
            </w:r>
            <w:r w:rsidR="00D171FE">
              <w:rPr>
                <w:rFonts w:ascii="Poppins" w:hAnsi="Poppins" w:cs="Poppins"/>
                <w:b/>
                <w:sz w:val="20"/>
              </w:rPr>
              <w:t>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t xml:space="preserve"> </w:t>
            </w:r>
            <w:r w:rsidRPr="00824279">
              <w:rPr>
                <w:rFonts w:ascii="Poppins" w:hAnsi="Poppins" w:cs="Poppins"/>
                <w:b/>
                <w:sz w:val="20"/>
              </w:rPr>
              <w:t>e</w:t>
            </w:r>
            <w:r>
              <w:rPr>
                <w:rFonts w:ascii="Poppins" w:hAnsi="Poppins" w:cs="Poppins"/>
                <w:b/>
                <w:sz w:val="20"/>
              </w:rPr>
              <w:t xml:space="preserve"> EPD</w:t>
            </w:r>
            <w:r w:rsidRPr="00824279">
              <w:rPr>
                <w:rFonts w:ascii="Poppins" w:hAnsi="Poppins" w:cs="Poppins"/>
                <w:b/>
                <w:sz w:val="20"/>
              </w:rPr>
              <w:t xml:space="preserve"> 24RD-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824279">
              <w:rPr>
                <w:rFonts w:ascii="Poppins" w:hAnsi="Poppins" w:cs="Poppins"/>
                <w:b/>
                <w:sz w:val="20"/>
              </w:rPr>
              <w:t xml:space="preserve"> 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84" w14:textId="77777777" w:rsidTr="00610F7D">
        <w:tc>
          <w:tcPr>
            <w:tcW w:w="1398" w:type="dxa"/>
          </w:tcPr>
          <w:p w14:paraId="1381847B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07301010</w:t>
            </w:r>
          </w:p>
        </w:tc>
        <w:tc>
          <w:tcPr>
            <w:tcW w:w="2297" w:type="dxa"/>
          </w:tcPr>
          <w:p w14:paraId="1381847D" w14:textId="472CF05B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Controcassa per deumidificatore da 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06B9E7DB" w14:textId="6A514396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Controcassa per deumidificatore da 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2500640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Costruzione in lamiera d’acciaio zincata spessore 0,8 mm.</w:t>
            </w:r>
          </w:p>
          <w:p w14:paraId="1B0AEFA3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97FA70" w14:textId="7311A2CD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Peso netto: 12 kg</w:t>
            </w:r>
          </w:p>
          <w:p w14:paraId="1A6F5356" w14:textId="77777777" w:rsidR="00D94C29" w:rsidRPr="009039DF" w:rsidRDefault="00D94C29" w:rsidP="00D94C29">
            <w:p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  <w:sz w:val="20"/>
              </w:rPr>
            </w:pPr>
            <w:r w:rsidRPr="009039DF">
              <w:rPr>
                <w:rFonts w:ascii="Poppins" w:eastAsia="HelveticaLTStd-LightCond" w:hAnsi="Poppins" w:cs="Poppins"/>
                <w:sz w:val="20"/>
              </w:rPr>
              <w:t xml:space="preserve">Dimensioni </w:t>
            </w:r>
            <w:proofErr w:type="spellStart"/>
            <w:r w:rsidRPr="009039DF">
              <w:rPr>
                <w:rFonts w:ascii="Poppins" w:eastAsia="HelveticaLTStd-LightCond" w:hAnsi="Poppins" w:cs="Poppins"/>
                <w:sz w:val="20"/>
              </w:rPr>
              <w:t>LxHxP</w:t>
            </w:r>
            <w:proofErr w:type="spellEnd"/>
            <w:r w:rsidRPr="009039DF">
              <w:rPr>
                <w:rFonts w:ascii="Poppins" w:eastAsia="HelveticaLTStd-LightCond" w:hAnsi="Poppins" w:cs="Poppins"/>
                <w:sz w:val="20"/>
              </w:rPr>
              <w:t>: 760x620x209 mm</w:t>
            </w:r>
          </w:p>
          <w:p w14:paraId="3BDCCA02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818483" w14:textId="388E2675" w:rsidR="00D94C29" w:rsidRPr="009039DF" w:rsidRDefault="00D94C29" w:rsidP="00D94C29">
            <w:pPr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Controcassa per deumidificatore da incasso EPD 24-</w:t>
            </w:r>
            <w:r w:rsidR="00D171FE">
              <w:rPr>
                <w:rFonts w:ascii="Poppins" w:hAnsi="Poppins" w:cs="Poppins"/>
                <w:b/>
                <w:sz w:val="20"/>
              </w:rPr>
              <w:t>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e </w:t>
            </w:r>
            <w:r>
              <w:rPr>
                <w:rFonts w:ascii="Poppins" w:hAnsi="Poppins" w:cs="Poppins"/>
                <w:b/>
                <w:sz w:val="20"/>
              </w:rPr>
              <w:t xml:space="preserve">EPD </w:t>
            </w:r>
            <w:r w:rsidRPr="00100D58">
              <w:rPr>
                <w:rFonts w:ascii="Poppins" w:hAnsi="Poppins" w:cs="Poppins"/>
                <w:b/>
                <w:sz w:val="20"/>
              </w:rPr>
              <w:t>24RD-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 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8C" w14:textId="77777777" w:rsidTr="00610F7D">
        <w:tc>
          <w:tcPr>
            <w:tcW w:w="1398" w:type="dxa"/>
          </w:tcPr>
          <w:p w14:paraId="13818485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07301031</w:t>
            </w:r>
          </w:p>
        </w:tc>
        <w:tc>
          <w:tcPr>
            <w:tcW w:w="2297" w:type="dxa"/>
          </w:tcPr>
          <w:p w14:paraId="13818486" w14:textId="5F02D8A1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 xml:space="preserve">Griglia in alluminio anodizzato per deumidificatore da </w:t>
            </w:r>
            <w:r w:rsidRPr="009039DF">
              <w:rPr>
                <w:rFonts w:ascii="Poppins" w:hAnsi="Poppins" w:cs="Poppins"/>
                <w:sz w:val="20"/>
              </w:rPr>
              <w:lastRenderedPageBreak/>
              <w:t>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042E6419" w14:textId="199D61AC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Griglia in alluminio anodizzato per deumidificatore da incasso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02C2CFEE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AF7D76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Colore bianco RAL 9010.</w:t>
            </w:r>
          </w:p>
          <w:p w14:paraId="156CBA7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3B14BC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Per foro (</w:t>
            </w:r>
            <w:proofErr w:type="spellStart"/>
            <w:r w:rsidRPr="009039DF">
              <w:rPr>
                <w:rFonts w:ascii="Poppins" w:hAnsi="Poppins" w:cs="Poppins"/>
                <w:sz w:val="20"/>
              </w:rPr>
              <w:t>LxH</w:t>
            </w:r>
            <w:proofErr w:type="spellEnd"/>
            <w:r w:rsidRPr="009039DF">
              <w:rPr>
                <w:rFonts w:ascii="Poppins" w:hAnsi="Poppins" w:cs="Poppins"/>
                <w:sz w:val="20"/>
              </w:rPr>
              <w:t>)</w:t>
            </w:r>
            <w:r>
              <w:rPr>
                <w:rFonts w:ascii="Poppins" w:hAnsi="Poppins" w:cs="Poppins"/>
                <w:sz w:val="20"/>
              </w:rPr>
              <w:t>:</w:t>
            </w:r>
            <w:r w:rsidRPr="009039DF">
              <w:rPr>
                <w:rFonts w:ascii="Poppins" w:hAnsi="Poppins" w:cs="Poppins"/>
                <w:sz w:val="20"/>
              </w:rPr>
              <w:t xml:space="preserve"> 670x300 mm</w:t>
            </w:r>
          </w:p>
          <w:p w14:paraId="009737E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8B" w14:textId="6094AF44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Griglia in alluminio anodizzato per deumidificatore da incasso EPD 24-</w:t>
            </w:r>
            <w:r w:rsidR="00D171FE">
              <w:rPr>
                <w:rFonts w:ascii="Poppins" w:hAnsi="Poppins" w:cs="Poppins"/>
                <w:b/>
                <w:sz w:val="20"/>
              </w:rPr>
              <w:t>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e </w:t>
            </w:r>
            <w:r>
              <w:rPr>
                <w:rFonts w:ascii="Poppins" w:hAnsi="Poppins" w:cs="Poppins"/>
                <w:b/>
                <w:sz w:val="20"/>
              </w:rPr>
              <w:t xml:space="preserve">EPD </w:t>
            </w:r>
            <w:r w:rsidRPr="00100D58">
              <w:rPr>
                <w:rFonts w:ascii="Poppins" w:hAnsi="Poppins" w:cs="Poppins"/>
                <w:b/>
                <w:sz w:val="20"/>
              </w:rPr>
              <w:t>24RD-</w:t>
            </w:r>
            <w:r>
              <w:rPr>
                <w:rFonts w:ascii="Poppins" w:hAnsi="Poppins" w:cs="Poppins"/>
                <w:b/>
                <w:sz w:val="20"/>
              </w:rPr>
              <w:t xml:space="preserve">3 </w:t>
            </w:r>
            <w:r w:rsidRPr="00100D58">
              <w:rPr>
                <w:rFonts w:ascii="Poppins" w:hAnsi="Poppins" w:cs="Poppins"/>
                <w:b/>
                <w:sz w:val="20"/>
              </w:rPr>
              <w:t>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05833CE2" w14:textId="77777777" w:rsidTr="00610F7D">
        <w:tc>
          <w:tcPr>
            <w:tcW w:w="1398" w:type="dxa"/>
          </w:tcPr>
          <w:p w14:paraId="039B5BFA" w14:textId="7CB55B9D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07301110</w:t>
            </w:r>
          </w:p>
        </w:tc>
        <w:tc>
          <w:tcPr>
            <w:tcW w:w="2297" w:type="dxa"/>
          </w:tcPr>
          <w:p w14:paraId="7A242690" w14:textId="2C016902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Plenum di mandata per deumidificatori 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SI, 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, EPD 26RD-3 SI e ECAP 351RD-4</w:t>
            </w:r>
          </w:p>
        </w:tc>
        <w:tc>
          <w:tcPr>
            <w:tcW w:w="5803" w:type="dxa"/>
          </w:tcPr>
          <w:p w14:paraId="3E403601" w14:textId="73A0F908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Plenum di mandata </w:t>
            </w:r>
            <w:r w:rsidRPr="001D2BBA">
              <w:rPr>
                <w:rFonts w:ascii="Poppins" w:hAnsi="Poppins" w:cs="Poppins"/>
                <w:sz w:val="20"/>
              </w:rPr>
              <w:t>5xØ125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136F64">
              <w:rPr>
                <w:rFonts w:ascii="Poppins" w:hAnsi="Poppins" w:cs="Poppins"/>
                <w:sz w:val="20"/>
              </w:rPr>
              <w:t>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 w:rsidRPr="00136F64">
              <w:rPr>
                <w:rFonts w:ascii="Poppins" w:hAnsi="Poppins" w:cs="Poppins"/>
                <w:sz w:val="20"/>
              </w:rPr>
              <w:t xml:space="preserve"> SI, 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 w:rsidRPr="00136F64">
              <w:rPr>
                <w:rFonts w:ascii="Poppins" w:hAnsi="Poppins" w:cs="Poppins"/>
                <w:sz w:val="20"/>
              </w:rPr>
              <w:t>, EPD 26RD-3 SI e ECAP 351RD-4</w:t>
            </w:r>
            <w:r>
              <w:rPr>
                <w:rFonts w:ascii="Poppins" w:hAnsi="Poppins" w:cs="Poppins"/>
                <w:sz w:val="20"/>
              </w:rPr>
              <w:t xml:space="preserve"> completo di 5 collari.</w:t>
            </w:r>
          </w:p>
          <w:p w14:paraId="4064881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E84A9D" w14:textId="38F434DB" w:rsidR="00D94C29" w:rsidRPr="001D2BBA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Plenum di mandata per deumidificatori </w:t>
            </w:r>
            <w:r w:rsidRPr="00136F64">
              <w:rPr>
                <w:rFonts w:ascii="Poppins" w:hAnsi="Poppins" w:cs="Poppins"/>
                <w:b/>
                <w:bCs/>
                <w:sz w:val="20"/>
              </w:rPr>
              <w:t>EPD 26-2 SI, ECAP 351D-3, EPD 26RD-3 SI e ECAP 351RD-4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D24C90A" w14:textId="77777777" w:rsidTr="00610F7D">
        <w:tc>
          <w:tcPr>
            <w:tcW w:w="1398" w:type="dxa"/>
          </w:tcPr>
          <w:p w14:paraId="2AF76288" w14:textId="4DA0CEBC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07301120</w:t>
            </w:r>
          </w:p>
        </w:tc>
        <w:tc>
          <w:tcPr>
            <w:tcW w:w="2297" w:type="dxa"/>
          </w:tcPr>
          <w:p w14:paraId="6F8BBD91" w14:textId="71CA1823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mandata per deumidificatori 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SI, 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, EPD 26RD-3 SI e ECAP 351RD-4</w:t>
            </w:r>
          </w:p>
        </w:tc>
        <w:tc>
          <w:tcPr>
            <w:tcW w:w="5803" w:type="dxa"/>
          </w:tcPr>
          <w:p w14:paraId="338E6E8D" w14:textId="6AF08823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mandata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EA78BF">
              <w:rPr>
                <w:rFonts w:ascii="Poppins" w:hAnsi="Poppins" w:cs="Poppins"/>
                <w:sz w:val="20"/>
              </w:rPr>
              <w:t>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 w:rsidRPr="00EA78BF">
              <w:rPr>
                <w:rFonts w:ascii="Poppins" w:hAnsi="Poppins" w:cs="Poppins"/>
                <w:sz w:val="20"/>
              </w:rPr>
              <w:t xml:space="preserve"> SI, 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 w:rsidRPr="00EA78BF">
              <w:rPr>
                <w:rFonts w:ascii="Poppins" w:hAnsi="Poppins" w:cs="Poppins"/>
                <w:sz w:val="20"/>
              </w:rPr>
              <w:t>, EPD 26RD-3 SI e ECAP 351RD-4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A33E645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F44C6D" w14:textId="1133694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mandata per deumidificatori </w:t>
            </w:r>
            <w:r w:rsidRPr="00EA78BF">
              <w:rPr>
                <w:rFonts w:ascii="Poppins" w:hAnsi="Poppins" w:cs="Poppins"/>
                <w:b/>
                <w:bCs/>
                <w:sz w:val="20"/>
              </w:rPr>
              <w:t>EPD 26-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EA78BF">
              <w:rPr>
                <w:rFonts w:ascii="Poppins" w:hAnsi="Poppins" w:cs="Poppins"/>
                <w:b/>
                <w:bCs/>
                <w:sz w:val="20"/>
              </w:rPr>
              <w:t xml:space="preserve"> SI, ECAP 351D-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EA78BF">
              <w:rPr>
                <w:rFonts w:ascii="Poppins" w:hAnsi="Poppins" w:cs="Poppins"/>
                <w:b/>
                <w:bCs/>
                <w:sz w:val="20"/>
              </w:rPr>
              <w:t>, EPD 26RD-3 SI e ECAP 351RD-4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B60D17B" w14:textId="77777777" w:rsidTr="00610F7D">
        <w:tc>
          <w:tcPr>
            <w:tcW w:w="1398" w:type="dxa"/>
          </w:tcPr>
          <w:p w14:paraId="7C3D11E6" w14:textId="3E904725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07301130</w:t>
            </w:r>
          </w:p>
        </w:tc>
        <w:tc>
          <w:tcPr>
            <w:tcW w:w="2297" w:type="dxa"/>
          </w:tcPr>
          <w:p w14:paraId="4DE4A462" w14:textId="63CBE655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per deumidificatori 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SI e EPD 26RD-3 SI</w:t>
            </w:r>
          </w:p>
        </w:tc>
        <w:tc>
          <w:tcPr>
            <w:tcW w:w="5803" w:type="dxa"/>
          </w:tcPr>
          <w:p w14:paraId="606693C0" w14:textId="0093960A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001294">
              <w:rPr>
                <w:rFonts w:ascii="Poppins" w:hAnsi="Poppins" w:cs="Poppins"/>
                <w:sz w:val="20"/>
              </w:rPr>
              <w:t>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 w:rsidRPr="00001294">
              <w:rPr>
                <w:rFonts w:ascii="Poppins" w:hAnsi="Poppins" w:cs="Poppins"/>
                <w:sz w:val="20"/>
              </w:rPr>
              <w:t xml:space="preserve"> SI e EPD 26RD-3 SI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A3F216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8318F2" w14:textId="3A9F21D4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aspirazione per deumidificatori </w:t>
            </w:r>
            <w:r w:rsidRPr="00001294">
              <w:rPr>
                <w:rFonts w:ascii="Poppins" w:hAnsi="Poppins" w:cs="Poppins"/>
                <w:b/>
                <w:bCs/>
                <w:sz w:val="20"/>
              </w:rPr>
              <w:t>EPD 26-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001294">
              <w:rPr>
                <w:rFonts w:ascii="Poppins" w:hAnsi="Poppins" w:cs="Poppins"/>
                <w:b/>
                <w:bCs/>
                <w:sz w:val="20"/>
              </w:rPr>
              <w:t xml:space="preserve"> SI e EPD 26RD-3 SI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01019640" w14:textId="77777777" w:rsidTr="00610F7D">
        <w:tc>
          <w:tcPr>
            <w:tcW w:w="1398" w:type="dxa"/>
          </w:tcPr>
          <w:p w14:paraId="00DE2AD9" w14:textId="10E1C7FD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07301140</w:t>
            </w:r>
          </w:p>
        </w:tc>
        <w:tc>
          <w:tcPr>
            <w:tcW w:w="2297" w:type="dxa"/>
          </w:tcPr>
          <w:p w14:paraId="661E834C" w14:textId="7E271B3A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per deumidificatori 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 xml:space="preserve"> e ECAP 351RD-4</w:t>
            </w:r>
          </w:p>
        </w:tc>
        <w:tc>
          <w:tcPr>
            <w:tcW w:w="5803" w:type="dxa"/>
          </w:tcPr>
          <w:p w14:paraId="432F8361" w14:textId="5994F7CD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183C95">
              <w:rPr>
                <w:rFonts w:ascii="Poppins" w:hAnsi="Poppins" w:cs="Poppins"/>
                <w:sz w:val="20"/>
              </w:rPr>
              <w:t>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 w:rsidRPr="00183C95">
              <w:rPr>
                <w:rFonts w:ascii="Poppins" w:hAnsi="Poppins" w:cs="Poppins"/>
                <w:sz w:val="20"/>
              </w:rPr>
              <w:t xml:space="preserve"> e ECAP 351RD-4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0CFF42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9FEADB" w14:textId="16CAE55E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aspirazione per deumidificatori </w:t>
            </w:r>
            <w:r w:rsidRPr="00183C95">
              <w:rPr>
                <w:rFonts w:ascii="Poppins" w:hAnsi="Poppins" w:cs="Poppins"/>
                <w:b/>
                <w:bCs/>
                <w:sz w:val="20"/>
              </w:rPr>
              <w:t>ECAP 351D-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183C95">
              <w:rPr>
                <w:rFonts w:ascii="Poppins" w:hAnsi="Poppins" w:cs="Poppins"/>
                <w:b/>
                <w:bCs/>
                <w:sz w:val="20"/>
              </w:rPr>
              <w:t xml:space="preserve"> e ECAP 351RD-4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12914CB1" w14:textId="77777777" w:rsidTr="00610F7D">
        <w:tc>
          <w:tcPr>
            <w:tcW w:w="1398" w:type="dxa"/>
          </w:tcPr>
          <w:p w14:paraId="4F2A2D00" w14:textId="1F8635EE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07306172</w:t>
            </w:r>
          </w:p>
        </w:tc>
        <w:tc>
          <w:tcPr>
            <w:tcW w:w="2297" w:type="dxa"/>
          </w:tcPr>
          <w:p w14:paraId="200D3E02" w14:textId="182EEF0A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PM, EPD 24-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PI, EPD 26-</w:t>
            </w:r>
            <w:r w:rsidR="00D171FE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SI, EPD 24RD-3 PM, EPD 24RD-3 PI e EPD 26RD-3 SI</w:t>
            </w:r>
          </w:p>
        </w:tc>
        <w:tc>
          <w:tcPr>
            <w:tcW w:w="5803" w:type="dxa"/>
          </w:tcPr>
          <w:p w14:paraId="4A6E1F3F" w14:textId="78E15A4F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>
              <w:rPr>
                <w:rFonts w:ascii="Poppins" w:hAnsi="Poppins" w:cs="Poppins"/>
              </w:rPr>
              <w:t>EPD 24-</w:t>
            </w:r>
            <w:r w:rsidR="00D171FE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 xml:space="preserve"> PM, EPD 24-</w:t>
            </w:r>
            <w:r w:rsidR="00D171FE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 xml:space="preserve"> PI, EPD 26-</w:t>
            </w:r>
            <w:r w:rsidR="00D171FE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 xml:space="preserve"> SI, EPD 24RD-3 PM, EPD 24RD-3 PI e EPD 26RD-3 SI.</w:t>
            </w:r>
          </w:p>
          <w:p w14:paraId="7DB1912B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7109783" w14:textId="0174EFAD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filtro aria per 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>EPD 24-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PM, EPD 24-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PI, EPD 26-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SI, EPD 24RD-3 PM, EPD 24RD-3 PI e EPD 26RD-3 SI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855A4DB" w14:textId="77777777" w:rsidTr="00610F7D">
        <w:tc>
          <w:tcPr>
            <w:tcW w:w="1398" w:type="dxa"/>
          </w:tcPr>
          <w:p w14:paraId="7D5A95FA" w14:textId="38D79606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07306164</w:t>
            </w:r>
          </w:p>
        </w:tc>
        <w:tc>
          <w:tcPr>
            <w:tcW w:w="2297" w:type="dxa"/>
          </w:tcPr>
          <w:p w14:paraId="17389195" w14:textId="5E85CE20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ECAP 351D-</w:t>
            </w:r>
            <w:r w:rsidR="00D171F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 xml:space="preserve"> e ECAP 351RD-4</w:t>
            </w:r>
          </w:p>
        </w:tc>
        <w:tc>
          <w:tcPr>
            <w:tcW w:w="5803" w:type="dxa"/>
          </w:tcPr>
          <w:p w14:paraId="2C0E1FCB" w14:textId="207E0B05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 w:rsidRPr="000C2279">
              <w:rPr>
                <w:rFonts w:ascii="Poppins" w:hAnsi="Poppins" w:cs="Poppins"/>
              </w:rPr>
              <w:t>ECAP 351D-</w:t>
            </w:r>
            <w:r w:rsidR="00D171FE">
              <w:rPr>
                <w:rFonts w:ascii="Poppins" w:hAnsi="Poppins" w:cs="Poppins"/>
              </w:rPr>
              <w:t>4</w:t>
            </w:r>
            <w:r w:rsidRPr="000C2279">
              <w:rPr>
                <w:rFonts w:ascii="Poppins" w:hAnsi="Poppins" w:cs="Poppins"/>
              </w:rPr>
              <w:t xml:space="preserve"> e ECAP 351RD-4</w:t>
            </w:r>
            <w:r>
              <w:rPr>
                <w:rFonts w:ascii="Poppins" w:hAnsi="Poppins" w:cs="Poppins"/>
              </w:rPr>
              <w:t>.</w:t>
            </w:r>
          </w:p>
          <w:p w14:paraId="34E67E65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035BB0C" w14:textId="0531324C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Ricambio filtro aria per </w:t>
            </w:r>
            <w:r w:rsidRPr="000C2279">
              <w:rPr>
                <w:rFonts w:ascii="Poppins" w:hAnsi="Poppins" w:cs="Poppins"/>
                <w:b/>
                <w:bCs/>
                <w:sz w:val="20"/>
              </w:rPr>
              <w:t>ECAP 351D-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0C2279">
              <w:rPr>
                <w:rFonts w:ascii="Poppins" w:hAnsi="Poppins" w:cs="Poppins"/>
                <w:b/>
                <w:bCs/>
                <w:sz w:val="20"/>
              </w:rPr>
              <w:t xml:space="preserve"> e ECAP 351RD-4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7313BB56" w14:textId="77777777" w:rsidTr="00610F7D">
        <w:tc>
          <w:tcPr>
            <w:tcW w:w="1398" w:type="dxa"/>
          </w:tcPr>
          <w:p w14:paraId="6F5E8BF8" w14:textId="14045F48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07306168</w:t>
            </w:r>
          </w:p>
        </w:tc>
        <w:tc>
          <w:tcPr>
            <w:tcW w:w="2297" w:type="dxa"/>
          </w:tcPr>
          <w:p w14:paraId="192C89D4" w14:textId="72CC8392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ECAP 500RD-</w:t>
            </w:r>
            <w:r w:rsidR="00D171FE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5803" w:type="dxa"/>
          </w:tcPr>
          <w:p w14:paraId="4A335303" w14:textId="2A2E8896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 w:rsidRPr="000C2279">
              <w:rPr>
                <w:rFonts w:ascii="Poppins" w:hAnsi="Poppins" w:cs="Poppins"/>
              </w:rPr>
              <w:t xml:space="preserve">ECAP </w:t>
            </w:r>
            <w:r>
              <w:rPr>
                <w:rFonts w:ascii="Poppins" w:hAnsi="Poppins" w:cs="Poppins"/>
              </w:rPr>
              <w:t>500RD-</w:t>
            </w:r>
            <w:r w:rsidR="00D171FE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.</w:t>
            </w:r>
          </w:p>
          <w:p w14:paraId="2E0467F1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B050AC" w14:textId="1107AD2D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filtro aria per </w:t>
            </w:r>
            <w:r w:rsidRPr="000C2279">
              <w:rPr>
                <w:rFonts w:ascii="Poppins" w:hAnsi="Poppins" w:cs="Poppins"/>
                <w:b/>
                <w:bCs/>
                <w:sz w:val="20"/>
              </w:rPr>
              <w:t xml:space="preserve">ECAP </w:t>
            </w:r>
            <w:r>
              <w:rPr>
                <w:rFonts w:ascii="Poppins" w:hAnsi="Poppins" w:cs="Poppins"/>
                <w:b/>
                <w:bCs/>
                <w:sz w:val="20"/>
              </w:rPr>
              <w:t>500RD-</w:t>
            </w:r>
            <w:r w:rsidR="00D171FE"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13818523" w14:textId="77777777" w:rsidR="00931A8A" w:rsidRPr="00A06A5E" w:rsidRDefault="00931A8A" w:rsidP="00C351F1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47DD" w14:textId="77777777" w:rsidR="0005303F" w:rsidRDefault="0005303F">
      <w:r>
        <w:separator/>
      </w:r>
    </w:p>
  </w:endnote>
  <w:endnote w:type="continuationSeparator" w:id="0">
    <w:p w14:paraId="209D9DBD" w14:textId="77777777" w:rsidR="0005303F" w:rsidRDefault="0005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LTStd-LightCon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40BFD" w14:paraId="1381852E" w14:textId="77777777" w:rsidTr="00B17173">
      <w:tc>
        <w:tcPr>
          <w:tcW w:w="4792" w:type="dxa"/>
        </w:tcPr>
        <w:p w14:paraId="1381852C" w14:textId="0F00B1A5" w:rsidR="00D40BFD" w:rsidRPr="00C86331" w:rsidRDefault="00D40BFD" w:rsidP="00224527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noProof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Deumi</w:t>
          </w:r>
          <w:r w:rsidR="00BD3861">
            <w:rPr>
              <w:rFonts w:ascii="Poppins" w:hAnsi="Poppins" w:cs="Poppins"/>
              <w:iCs/>
              <w:noProof/>
              <w:sz w:val="16"/>
            </w:rPr>
            <w:t>di</w:t>
          </w:r>
          <w:r>
            <w:rPr>
              <w:rFonts w:ascii="Poppins" w:hAnsi="Poppins" w:cs="Poppins"/>
              <w:iCs/>
              <w:noProof/>
              <w:sz w:val="16"/>
            </w:rPr>
            <w:t xml:space="preserve">ficatori </w:t>
          </w:r>
          <w:r w:rsidR="00B17173">
            <w:rPr>
              <w:rFonts w:ascii="Poppins" w:hAnsi="Poppins" w:cs="Poppins"/>
              <w:iCs/>
              <w:noProof/>
              <w:sz w:val="16"/>
            </w:rPr>
            <w:t>con integrazione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381852D" w14:textId="0DF3F75F" w:rsidR="00D40BFD" w:rsidRPr="00EC29FF" w:rsidRDefault="00D40BFD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7510B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381852F" w14:textId="77777777" w:rsidR="00D40BFD" w:rsidRPr="005C61B9" w:rsidRDefault="00D40BFD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818532" wp14:editId="1381853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37309" w14:textId="77777777" w:rsidR="0005303F" w:rsidRDefault="0005303F">
      <w:r>
        <w:separator/>
      </w:r>
    </w:p>
  </w:footnote>
  <w:footnote w:type="continuationSeparator" w:id="0">
    <w:p w14:paraId="7A060B95" w14:textId="77777777" w:rsidR="0005303F" w:rsidRDefault="00053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8" w14:textId="77777777" w:rsidR="00D40BFD" w:rsidRDefault="00D40BFD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3818530" wp14:editId="13818531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3818529" w14:textId="77777777" w:rsidR="00D40BFD" w:rsidRPr="00D440AE" w:rsidRDefault="00D40BFD" w:rsidP="00CC31A7">
    <w:pPr>
      <w:pStyle w:val="Intestazione"/>
      <w:jc w:val="center"/>
      <w:rPr>
        <w:sz w:val="16"/>
        <w:szCs w:val="16"/>
      </w:rPr>
    </w:pPr>
  </w:p>
  <w:p w14:paraId="1381852A" w14:textId="77777777" w:rsidR="00D40BFD" w:rsidRPr="00D440AE" w:rsidRDefault="00D40BFD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A2CBB"/>
    <w:multiLevelType w:val="hybridMultilevel"/>
    <w:tmpl w:val="DD6E5F28"/>
    <w:lvl w:ilvl="0" w:tplc="F7A8B1C4">
      <w:start w:val="1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A589116">
      <w:numFmt w:val="bullet"/>
      <w:lvlText w:val="•"/>
      <w:lvlJc w:val="left"/>
      <w:pPr>
        <w:ind w:left="1788" w:hanging="708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25373"/>
    <w:multiLevelType w:val="hybridMultilevel"/>
    <w:tmpl w:val="0838B6C2"/>
    <w:lvl w:ilvl="0" w:tplc="EC72807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F507A"/>
    <w:multiLevelType w:val="hybridMultilevel"/>
    <w:tmpl w:val="2E2C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6160783">
    <w:abstractNumId w:val="20"/>
  </w:num>
  <w:num w:numId="2" w16cid:durableId="1985239351">
    <w:abstractNumId w:val="19"/>
  </w:num>
  <w:num w:numId="3" w16cid:durableId="864632864">
    <w:abstractNumId w:val="9"/>
  </w:num>
  <w:num w:numId="4" w16cid:durableId="1710374238">
    <w:abstractNumId w:val="4"/>
  </w:num>
  <w:num w:numId="5" w16cid:durableId="1009941025">
    <w:abstractNumId w:val="16"/>
  </w:num>
  <w:num w:numId="6" w16cid:durableId="993948210">
    <w:abstractNumId w:val="14"/>
  </w:num>
  <w:num w:numId="7" w16cid:durableId="1008749995">
    <w:abstractNumId w:val="11"/>
  </w:num>
  <w:num w:numId="8" w16cid:durableId="1005091236">
    <w:abstractNumId w:val="14"/>
  </w:num>
  <w:num w:numId="9" w16cid:durableId="767963555">
    <w:abstractNumId w:val="0"/>
  </w:num>
  <w:num w:numId="10" w16cid:durableId="434449231">
    <w:abstractNumId w:val="14"/>
  </w:num>
  <w:num w:numId="11" w16cid:durableId="2102338860">
    <w:abstractNumId w:val="25"/>
  </w:num>
  <w:num w:numId="12" w16cid:durableId="1268347464">
    <w:abstractNumId w:val="28"/>
  </w:num>
  <w:num w:numId="13" w16cid:durableId="223493076">
    <w:abstractNumId w:val="23"/>
  </w:num>
  <w:num w:numId="14" w16cid:durableId="1407146911">
    <w:abstractNumId w:val="12"/>
  </w:num>
  <w:num w:numId="15" w16cid:durableId="1282492031">
    <w:abstractNumId w:val="26"/>
  </w:num>
  <w:num w:numId="16" w16cid:durableId="1958950931">
    <w:abstractNumId w:val="31"/>
  </w:num>
  <w:num w:numId="17" w16cid:durableId="528177016">
    <w:abstractNumId w:val="34"/>
  </w:num>
  <w:num w:numId="18" w16cid:durableId="1619146115">
    <w:abstractNumId w:val="27"/>
  </w:num>
  <w:num w:numId="19" w16cid:durableId="8720202">
    <w:abstractNumId w:val="1"/>
  </w:num>
  <w:num w:numId="20" w16cid:durableId="144779836">
    <w:abstractNumId w:val="2"/>
  </w:num>
  <w:num w:numId="21" w16cid:durableId="1955673788">
    <w:abstractNumId w:val="17"/>
  </w:num>
  <w:num w:numId="22" w16cid:durableId="1247419310">
    <w:abstractNumId w:val="6"/>
  </w:num>
  <w:num w:numId="23" w16cid:durableId="88281822">
    <w:abstractNumId w:val="22"/>
  </w:num>
  <w:num w:numId="24" w16cid:durableId="2044094106">
    <w:abstractNumId w:val="32"/>
  </w:num>
  <w:num w:numId="25" w16cid:durableId="646010980">
    <w:abstractNumId w:val="10"/>
  </w:num>
  <w:num w:numId="26" w16cid:durableId="1841653581">
    <w:abstractNumId w:val="13"/>
  </w:num>
  <w:num w:numId="27" w16cid:durableId="1138183810">
    <w:abstractNumId w:val="29"/>
  </w:num>
  <w:num w:numId="28" w16cid:durableId="718433034">
    <w:abstractNumId w:val="15"/>
  </w:num>
  <w:num w:numId="29" w16cid:durableId="765735193">
    <w:abstractNumId w:val="5"/>
  </w:num>
  <w:num w:numId="30" w16cid:durableId="499201419">
    <w:abstractNumId w:val="18"/>
  </w:num>
  <w:num w:numId="31" w16cid:durableId="1714042568">
    <w:abstractNumId w:val="30"/>
  </w:num>
  <w:num w:numId="32" w16cid:durableId="744641649">
    <w:abstractNumId w:val="8"/>
  </w:num>
  <w:num w:numId="33" w16cid:durableId="1950358638">
    <w:abstractNumId w:val="8"/>
  </w:num>
  <w:num w:numId="34" w16cid:durableId="1617521297">
    <w:abstractNumId w:val="7"/>
  </w:num>
  <w:num w:numId="35" w16cid:durableId="49111461">
    <w:abstractNumId w:val="21"/>
  </w:num>
  <w:num w:numId="36" w16cid:durableId="35006127">
    <w:abstractNumId w:val="24"/>
  </w:num>
  <w:num w:numId="37" w16cid:durableId="110708116">
    <w:abstractNumId w:val="3"/>
  </w:num>
  <w:num w:numId="38" w16cid:durableId="10980203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303F"/>
    <w:rsid w:val="00055683"/>
    <w:rsid w:val="0006784D"/>
    <w:rsid w:val="000750C0"/>
    <w:rsid w:val="000839F7"/>
    <w:rsid w:val="0009136B"/>
    <w:rsid w:val="000A3790"/>
    <w:rsid w:val="000A41FB"/>
    <w:rsid w:val="000B6932"/>
    <w:rsid w:val="000C52FA"/>
    <w:rsid w:val="000D5F59"/>
    <w:rsid w:val="000E30A9"/>
    <w:rsid w:val="000F7A52"/>
    <w:rsid w:val="000F7DD1"/>
    <w:rsid w:val="00100D58"/>
    <w:rsid w:val="00103A0D"/>
    <w:rsid w:val="00104C34"/>
    <w:rsid w:val="00114FC9"/>
    <w:rsid w:val="00117A0E"/>
    <w:rsid w:val="00135E5F"/>
    <w:rsid w:val="00143EE4"/>
    <w:rsid w:val="001441C6"/>
    <w:rsid w:val="001450AB"/>
    <w:rsid w:val="001620E3"/>
    <w:rsid w:val="00171DAE"/>
    <w:rsid w:val="0017510B"/>
    <w:rsid w:val="0018105A"/>
    <w:rsid w:val="001951F6"/>
    <w:rsid w:val="00195A49"/>
    <w:rsid w:val="001A5581"/>
    <w:rsid w:val="001B0AFA"/>
    <w:rsid w:val="001B0D4B"/>
    <w:rsid w:val="001C69B5"/>
    <w:rsid w:val="001D2BBA"/>
    <w:rsid w:val="001D365F"/>
    <w:rsid w:val="001E6403"/>
    <w:rsid w:val="001F782F"/>
    <w:rsid w:val="0020388C"/>
    <w:rsid w:val="00224527"/>
    <w:rsid w:val="0023000E"/>
    <w:rsid w:val="002346C2"/>
    <w:rsid w:val="00264BCF"/>
    <w:rsid w:val="00282B79"/>
    <w:rsid w:val="0028448D"/>
    <w:rsid w:val="00285A03"/>
    <w:rsid w:val="002862D2"/>
    <w:rsid w:val="002B5D63"/>
    <w:rsid w:val="002D317D"/>
    <w:rsid w:val="002F7BA7"/>
    <w:rsid w:val="002F7EEA"/>
    <w:rsid w:val="00304518"/>
    <w:rsid w:val="0032752D"/>
    <w:rsid w:val="00327B87"/>
    <w:rsid w:val="003333BC"/>
    <w:rsid w:val="00344430"/>
    <w:rsid w:val="00350CA2"/>
    <w:rsid w:val="003524C7"/>
    <w:rsid w:val="00357812"/>
    <w:rsid w:val="00365710"/>
    <w:rsid w:val="003716B5"/>
    <w:rsid w:val="00372ECE"/>
    <w:rsid w:val="0037768E"/>
    <w:rsid w:val="003849B6"/>
    <w:rsid w:val="0039139C"/>
    <w:rsid w:val="003A57DF"/>
    <w:rsid w:val="003A6D33"/>
    <w:rsid w:val="003B0FFE"/>
    <w:rsid w:val="003D4BE3"/>
    <w:rsid w:val="003E56A8"/>
    <w:rsid w:val="003F290F"/>
    <w:rsid w:val="003F4EF6"/>
    <w:rsid w:val="00417A28"/>
    <w:rsid w:val="004272FC"/>
    <w:rsid w:val="00433C12"/>
    <w:rsid w:val="0044592F"/>
    <w:rsid w:val="00447EFC"/>
    <w:rsid w:val="004706FD"/>
    <w:rsid w:val="00474537"/>
    <w:rsid w:val="0048382E"/>
    <w:rsid w:val="0048524E"/>
    <w:rsid w:val="004C12A5"/>
    <w:rsid w:val="004D2AF6"/>
    <w:rsid w:val="004F1A26"/>
    <w:rsid w:val="004F661D"/>
    <w:rsid w:val="005100D3"/>
    <w:rsid w:val="00515F3C"/>
    <w:rsid w:val="005235FA"/>
    <w:rsid w:val="00524658"/>
    <w:rsid w:val="005251FB"/>
    <w:rsid w:val="00525BAE"/>
    <w:rsid w:val="0052735A"/>
    <w:rsid w:val="00530F9B"/>
    <w:rsid w:val="005315F1"/>
    <w:rsid w:val="00532DCB"/>
    <w:rsid w:val="00536743"/>
    <w:rsid w:val="00540E0A"/>
    <w:rsid w:val="0054295B"/>
    <w:rsid w:val="00562D44"/>
    <w:rsid w:val="00562E55"/>
    <w:rsid w:val="00583AAC"/>
    <w:rsid w:val="00584984"/>
    <w:rsid w:val="005C61B9"/>
    <w:rsid w:val="005E1169"/>
    <w:rsid w:val="005E744F"/>
    <w:rsid w:val="006015C2"/>
    <w:rsid w:val="006040F5"/>
    <w:rsid w:val="00610639"/>
    <w:rsid w:val="00610F7D"/>
    <w:rsid w:val="006127FA"/>
    <w:rsid w:val="00620C00"/>
    <w:rsid w:val="00665813"/>
    <w:rsid w:val="006676F1"/>
    <w:rsid w:val="00690CC4"/>
    <w:rsid w:val="00692D99"/>
    <w:rsid w:val="006972B0"/>
    <w:rsid w:val="006B218C"/>
    <w:rsid w:val="006B29B1"/>
    <w:rsid w:val="006B7012"/>
    <w:rsid w:val="006C14CB"/>
    <w:rsid w:val="006C2BE4"/>
    <w:rsid w:val="006C351D"/>
    <w:rsid w:val="006D044B"/>
    <w:rsid w:val="006D42EB"/>
    <w:rsid w:val="006D4FDF"/>
    <w:rsid w:val="006D5B06"/>
    <w:rsid w:val="006E5C4B"/>
    <w:rsid w:val="006E6F9C"/>
    <w:rsid w:val="006F1812"/>
    <w:rsid w:val="006F6AB3"/>
    <w:rsid w:val="006F6F47"/>
    <w:rsid w:val="00710BB8"/>
    <w:rsid w:val="0072207A"/>
    <w:rsid w:val="007260A5"/>
    <w:rsid w:val="00727388"/>
    <w:rsid w:val="007301DC"/>
    <w:rsid w:val="0073789C"/>
    <w:rsid w:val="00745AB1"/>
    <w:rsid w:val="0074712F"/>
    <w:rsid w:val="007569A4"/>
    <w:rsid w:val="00757AC7"/>
    <w:rsid w:val="007757B3"/>
    <w:rsid w:val="00782096"/>
    <w:rsid w:val="007B5BA3"/>
    <w:rsid w:val="007D5EC7"/>
    <w:rsid w:val="007E6E02"/>
    <w:rsid w:val="007E7665"/>
    <w:rsid w:val="007E7D72"/>
    <w:rsid w:val="007F38DE"/>
    <w:rsid w:val="007F4841"/>
    <w:rsid w:val="007F63D2"/>
    <w:rsid w:val="008014DD"/>
    <w:rsid w:val="0080323F"/>
    <w:rsid w:val="00821815"/>
    <w:rsid w:val="00824279"/>
    <w:rsid w:val="00830828"/>
    <w:rsid w:val="00844BBC"/>
    <w:rsid w:val="008574C8"/>
    <w:rsid w:val="00867692"/>
    <w:rsid w:val="008804CB"/>
    <w:rsid w:val="00882947"/>
    <w:rsid w:val="00886BE0"/>
    <w:rsid w:val="00887902"/>
    <w:rsid w:val="00891EF7"/>
    <w:rsid w:val="00896C6E"/>
    <w:rsid w:val="00897101"/>
    <w:rsid w:val="008A2C0A"/>
    <w:rsid w:val="008B5587"/>
    <w:rsid w:val="008C2F88"/>
    <w:rsid w:val="008D1D42"/>
    <w:rsid w:val="008E5212"/>
    <w:rsid w:val="009027D5"/>
    <w:rsid w:val="009039DF"/>
    <w:rsid w:val="00904071"/>
    <w:rsid w:val="009059BB"/>
    <w:rsid w:val="00917F9B"/>
    <w:rsid w:val="00923354"/>
    <w:rsid w:val="00931A8A"/>
    <w:rsid w:val="0093284B"/>
    <w:rsid w:val="00936F47"/>
    <w:rsid w:val="0094047C"/>
    <w:rsid w:val="00941316"/>
    <w:rsid w:val="00942B09"/>
    <w:rsid w:val="00975190"/>
    <w:rsid w:val="00992282"/>
    <w:rsid w:val="0099452E"/>
    <w:rsid w:val="009A219D"/>
    <w:rsid w:val="009B37F1"/>
    <w:rsid w:val="009C1166"/>
    <w:rsid w:val="009C238D"/>
    <w:rsid w:val="009D3135"/>
    <w:rsid w:val="009D51C1"/>
    <w:rsid w:val="009D54F1"/>
    <w:rsid w:val="009D6327"/>
    <w:rsid w:val="009D7892"/>
    <w:rsid w:val="009E07DC"/>
    <w:rsid w:val="009E250A"/>
    <w:rsid w:val="009E2742"/>
    <w:rsid w:val="00A04235"/>
    <w:rsid w:val="00A06A5E"/>
    <w:rsid w:val="00A10873"/>
    <w:rsid w:val="00A1105D"/>
    <w:rsid w:val="00A16A8D"/>
    <w:rsid w:val="00A216E2"/>
    <w:rsid w:val="00A25460"/>
    <w:rsid w:val="00A368AB"/>
    <w:rsid w:val="00A62A77"/>
    <w:rsid w:val="00A64283"/>
    <w:rsid w:val="00A743FF"/>
    <w:rsid w:val="00A76D08"/>
    <w:rsid w:val="00A82E78"/>
    <w:rsid w:val="00AA3D3E"/>
    <w:rsid w:val="00AC015C"/>
    <w:rsid w:val="00AC0741"/>
    <w:rsid w:val="00AD05EC"/>
    <w:rsid w:val="00AD1706"/>
    <w:rsid w:val="00AF350C"/>
    <w:rsid w:val="00AF57DC"/>
    <w:rsid w:val="00B010AA"/>
    <w:rsid w:val="00B17173"/>
    <w:rsid w:val="00B406A9"/>
    <w:rsid w:val="00B5181A"/>
    <w:rsid w:val="00B52FA0"/>
    <w:rsid w:val="00B7475F"/>
    <w:rsid w:val="00B91BDB"/>
    <w:rsid w:val="00B93CD1"/>
    <w:rsid w:val="00BA7B95"/>
    <w:rsid w:val="00BB0104"/>
    <w:rsid w:val="00BB2A5B"/>
    <w:rsid w:val="00BD14D8"/>
    <w:rsid w:val="00BD3861"/>
    <w:rsid w:val="00BD731B"/>
    <w:rsid w:val="00BF09CD"/>
    <w:rsid w:val="00BF0C76"/>
    <w:rsid w:val="00BF1E16"/>
    <w:rsid w:val="00C02E1C"/>
    <w:rsid w:val="00C046BC"/>
    <w:rsid w:val="00C055AD"/>
    <w:rsid w:val="00C11352"/>
    <w:rsid w:val="00C203AE"/>
    <w:rsid w:val="00C233C1"/>
    <w:rsid w:val="00C25698"/>
    <w:rsid w:val="00C27DFF"/>
    <w:rsid w:val="00C351F1"/>
    <w:rsid w:val="00C36C55"/>
    <w:rsid w:val="00C437EE"/>
    <w:rsid w:val="00C45EC3"/>
    <w:rsid w:val="00C55FF9"/>
    <w:rsid w:val="00C71F24"/>
    <w:rsid w:val="00C811EF"/>
    <w:rsid w:val="00C82843"/>
    <w:rsid w:val="00C8340D"/>
    <w:rsid w:val="00C86331"/>
    <w:rsid w:val="00C93402"/>
    <w:rsid w:val="00C939B1"/>
    <w:rsid w:val="00CB0D42"/>
    <w:rsid w:val="00CB1475"/>
    <w:rsid w:val="00CC31A7"/>
    <w:rsid w:val="00CE7C2F"/>
    <w:rsid w:val="00D061A5"/>
    <w:rsid w:val="00D171FE"/>
    <w:rsid w:val="00D178ED"/>
    <w:rsid w:val="00D17F30"/>
    <w:rsid w:val="00D204B1"/>
    <w:rsid w:val="00D2119B"/>
    <w:rsid w:val="00D229AF"/>
    <w:rsid w:val="00D2562C"/>
    <w:rsid w:val="00D26FD9"/>
    <w:rsid w:val="00D342FA"/>
    <w:rsid w:val="00D40BFD"/>
    <w:rsid w:val="00D41C37"/>
    <w:rsid w:val="00D440AE"/>
    <w:rsid w:val="00D44371"/>
    <w:rsid w:val="00D62BDF"/>
    <w:rsid w:val="00D832BB"/>
    <w:rsid w:val="00D87117"/>
    <w:rsid w:val="00D902A4"/>
    <w:rsid w:val="00D94C29"/>
    <w:rsid w:val="00DA198F"/>
    <w:rsid w:val="00DA3646"/>
    <w:rsid w:val="00DD2E16"/>
    <w:rsid w:val="00DE2009"/>
    <w:rsid w:val="00DE5C0B"/>
    <w:rsid w:val="00DF3CE1"/>
    <w:rsid w:val="00E06C32"/>
    <w:rsid w:val="00E07577"/>
    <w:rsid w:val="00E17A38"/>
    <w:rsid w:val="00E34CC8"/>
    <w:rsid w:val="00E36C49"/>
    <w:rsid w:val="00E42389"/>
    <w:rsid w:val="00E5632D"/>
    <w:rsid w:val="00E73755"/>
    <w:rsid w:val="00E7391C"/>
    <w:rsid w:val="00E75B37"/>
    <w:rsid w:val="00E76786"/>
    <w:rsid w:val="00E94BE3"/>
    <w:rsid w:val="00E958E5"/>
    <w:rsid w:val="00EA01C8"/>
    <w:rsid w:val="00EB33B9"/>
    <w:rsid w:val="00EB35E8"/>
    <w:rsid w:val="00EB5A30"/>
    <w:rsid w:val="00EC29FF"/>
    <w:rsid w:val="00ED24CF"/>
    <w:rsid w:val="00EF73E5"/>
    <w:rsid w:val="00F1483D"/>
    <w:rsid w:val="00F17066"/>
    <w:rsid w:val="00F42240"/>
    <w:rsid w:val="00F505F4"/>
    <w:rsid w:val="00F50F65"/>
    <w:rsid w:val="00F53758"/>
    <w:rsid w:val="00F60A08"/>
    <w:rsid w:val="00F61EF0"/>
    <w:rsid w:val="00F63862"/>
    <w:rsid w:val="00F70247"/>
    <w:rsid w:val="00F720D5"/>
    <w:rsid w:val="00F75E7C"/>
    <w:rsid w:val="00F8467C"/>
    <w:rsid w:val="00F9144A"/>
    <w:rsid w:val="00FA4D5B"/>
    <w:rsid w:val="00FC0D09"/>
    <w:rsid w:val="00FC60D0"/>
    <w:rsid w:val="00FD02BC"/>
    <w:rsid w:val="00FD255D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81844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261C-92CF-473E-9A47-FF639299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7</TotalTime>
  <Pages>10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13414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10</cp:revision>
  <cp:lastPrinted>2013-11-14T13:48:00Z</cp:lastPrinted>
  <dcterms:created xsi:type="dcterms:W3CDTF">2025-10-29T16:07:00Z</dcterms:created>
  <dcterms:modified xsi:type="dcterms:W3CDTF">2025-10-30T07:57:00Z</dcterms:modified>
</cp:coreProperties>
</file>